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9F15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4A0A505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1E79A17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D0F4623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0E028821" w14:textId="77777777" w:rsidR="00727170" w:rsidRPr="0048390B" w:rsidRDefault="0048390B" w:rsidP="00887241">
      <w:pPr>
        <w:pStyle w:val="Bulleted1"/>
        <w:rPr>
          <w:rFonts w:ascii="Arial" w:hAnsi="Arial"/>
          <w:lang w:val="fr-FR"/>
        </w:rPr>
      </w:pPr>
      <w:r w:rsidRPr="0048390B">
        <w:rPr>
          <w:rFonts w:ascii="Arial" w:hAnsi="Arial"/>
          <w:lang w:val="fr-FR"/>
        </w:rPr>
        <w:t>un anneau design entoure la touche de rinçage</w:t>
      </w:r>
    </w:p>
    <w:p w14:paraId="122D24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DFB81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9A560A1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0878F561" w14:textId="77777777" w:rsidR="00715A17" w:rsidRPr="00296A5E" w:rsidRDefault="00715A17" w:rsidP="00715A17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>'</w:t>
      </w:r>
      <w:r w:rsidRPr="00296A5E">
        <w:rPr>
          <w:rFonts w:ascii="Arial" w:hAnsi="Arial"/>
          <w:lang w:val="fr-FR"/>
        </w:rPr>
        <w:t xml:space="preserve">anneau design </w:t>
      </w:r>
      <w:r w:rsidR="0041571E" w:rsidRPr="00296A5E">
        <w:rPr>
          <w:rFonts w:ascii="Arial" w:hAnsi="Arial"/>
          <w:lang w:val="fr-FR"/>
        </w:rPr>
        <w:t>est</w:t>
      </w:r>
      <w:r w:rsidRPr="00296A5E">
        <w:rPr>
          <w:rFonts w:ascii="Arial" w:hAnsi="Arial"/>
          <w:lang w:val="fr-FR"/>
        </w:rPr>
        <w:t xml:space="preserve"> en acier inoxydable poli</w:t>
      </w:r>
    </w:p>
    <w:p w14:paraId="236A4B81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3FDF4F5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4F43870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58260D7B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46E01DFF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1EEB9236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4E54DB89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8770045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78522750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02BB1683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5E5B492C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6F1315EB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4A3CCFA8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19F7407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3D70E64E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2F40065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464026CD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261D4F3B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4D754C38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27F9EC9E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 xml:space="preserve">la </w:t>
      </w:r>
      <w:proofErr w:type="spellStart"/>
      <w:r w:rsidRPr="00745019">
        <w:rPr>
          <w:rFonts w:ascii="Arial" w:hAnsi="Arial" w:cs="Arial"/>
        </w:rPr>
        <w:t>tige</w:t>
      </w:r>
      <w:proofErr w:type="spellEnd"/>
      <w:r w:rsidRPr="00745019">
        <w:rPr>
          <w:rFonts w:ascii="Arial" w:hAnsi="Arial" w:cs="Arial"/>
        </w:rPr>
        <w:t xml:space="preserve"> de </w:t>
      </w:r>
      <w:proofErr w:type="spellStart"/>
      <w:r w:rsidRPr="00745019">
        <w:rPr>
          <w:rFonts w:ascii="Arial" w:hAnsi="Arial" w:cs="Arial"/>
        </w:rPr>
        <w:t>déclenchement</w:t>
      </w:r>
      <w:proofErr w:type="spellEnd"/>
    </w:p>
    <w:p w14:paraId="39F72EEF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5AD04FE1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0495486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C7ACC7F" w14:textId="77777777" w:rsidTr="00C54046">
        <w:tc>
          <w:tcPr>
            <w:tcW w:w="1441" w:type="dxa"/>
          </w:tcPr>
          <w:p w14:paraId="6E074C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1BC18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8DB2CD5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53BF57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56E0763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C2542A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77FEE772" w14:textId="77777777" w:rsidTr="00C54046">
        <w:tc>
          <w:tcPr>
            <w:tcW w:w="1441" w:type="dxa"/>
          </w:tcPr>
          <w:p w14:paraId="4E03F71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92ABD65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7B07A3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584DAED4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3738D7DA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ABDA20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A413EA1" w14:textId="77777777" w:rsidTr="00C54046">
        <w:tc>
          <w:tcPr>
            <w:tcW w:w="1441" w:type="dxa"/>
          </w:tcPr>
          <w:p w14:paraId="090203F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D5FD941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14:paraId="511E4C02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256C7D0" w14:textId="77777777" w:rsidR="0020639C" w:rsidRPr="008426E7" w:rsidRDefault="0021723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263C3D4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0085211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40C620F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6A1A9C6F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9F0370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F7ACB53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4D6FE34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16E2DC92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30FCC" w:rsidRPr="00A75548" w14:paraId="74282D9F" w14:textId="77777777" w:rsidTr="00580B17">
        <w:trPr>
          <w:trHeight w:hRule="exact" w:val="3402"/>
        </w:trPr>
        <w:tc>
          <w:tcPr>
            <w:tcW w:w="3341" w:type="dxa"/>
            <w:vAlign w:val="bottom"/>
          </w:tcPr>
          <w:p w14:paraId="1834920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50ACC665" wp14:editId="0F43E729">
                  <wp:extent cx="1984375" cy="1367790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36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3D3BB5D" w14:textId="77777777" w:rsidR="00630FCC" w:rsidRDefault="00630FCC" w:rsidP="00580B1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B07DAE6" wp14:editId="37657C93">
                  <wp:extent cx="1985010" cy="1560195"/>
                  <wp:effectExtent l="0" t="0" r="0" b="190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CC7B2EE" w14:textId="77777777" w:rsidR="00630FCC" w:rsidRDefault="00630FCC" w:rsidP="00580B17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68F722" wp14:editId="14DDA421">
                  <wp:extent cx="993913" cy="1552476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676" cy="1564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46B32C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F89076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26ED5927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14:paraId="7A81EE21" w14:textId="77777777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21723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65995455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464533E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169" w14:textId="77777777" w:rsidR="00F90B3A" w:rsidRDefault="00F90B3A">
      <w:r>
        <w:separator/>
      </w:r>
    </w:p>
  </w:endnote>
  <w:endnote w:type="continuationSeparator" w:id="0">
    <w:p w14:paraId="6F04BE76" w14:textId="77777777" w:rsidR="00F90B3A" w:rsidRDefault="00F9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2DC67" w14:textId="77777777" w:rsidR="00E80276" w:rsidRDefault="00E80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4DA5C4F" w14:textId="77777777">
      <w:tc>
        <w:tcPr>
          <w:tcW w:w="3392" w:type="dxa"/>
        </w:tcPr>
        <w:p w14:paraId="44B6A0AA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2D3E691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4E53185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814293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4ECD" w14:textId="77777777" w:rsidR="00E80276" w:rsidRDefault="00E80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B370" w14:textId="77777777" w:rsidR="00F90B3A" w:rsidRDefault="00F90B3A">
      <w:r>
        <w:separator/>
      </w:r>
    </w:p>
  </w:footnote>
  <w:footnote w:type="continuationSeparator" w:id="0">
    <w:p w14:paraId="094D92E2" w14:textId="77777777" w:rsidR="00F90B3A" w:rsidRDefault="00F90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5A9B" w14:textId="77777777" w:rsidR="00E80276" w:rsidRDefault="00E80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D2E5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671703B" wp14:editId="28EB749B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CA1EA" w14:textId="77777777" w:rsidR="00611086" w:rsidRPr="002B0BEB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061A06">
      <w:rPr>
        <w:rFonts w:ascii="Arial" w:hAnsi="Arial" w:cs="Arial"/>
        <w:b/>
        <w:bCs/>
        <w:lang w:val="fr-FR"/>
      </w:rPr>
      <w:t>1</w:t>
    </w:r>
    <w:r>
      <w:rPr>
        <w:rFonts w:ascii="Arial" w:hAnsi="Arial" w:cs="Arial"/>
        <w:b/>
        <w:bCs/>
        <w:lang w:val="fr-FR"/>
      </w:rPr>
      <w:t>0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>
      <w:rPr>
        <w:rFonts w:ascii="Arial" w:hAnsi="Arial" w:cs="Arial"/>
        <w:b/>
        <w:bCs/>
        <w:lang w:val="fr-FR"/>
      </w:rPr>
      <w:br/>
      <w:t>touche</w:t>
    </w:r>
    <w:r w:rsidR="002B0BEB">
      <w:rPr>
        <w:rFonts w:ascii="Arial" w:hAnsi="Arial" w:cs="Arial"/>
        <w:b/>
        <w:bCs/>
        <w:lang w:val="fr-FR"/>
      </w:rPr>
      <w:t xml:space="preserve">, </w:t>
    </w:r>
    <w:r w:rsidR="002B0BEB" w:rsidRPr="002B0BEB">
      <w:rPr>
        <w:rFonts w:ascii="Arial" w:hAnsi="Arial"/>
        <w:b/>
        <w:lang w:val="fr-FR"/>
      </w:rPr>
      <w:t>115.</w:t>
    </w:r>
    <w:r w:rsidR="00E80276">
      <w:rPr>
        <w:rFonts w:ascii="Arial" w:hAnsi="Arial"/>
        <w:b/>
        <w:lang w:val="fr-FR"/>
      </w:rPr>
      <w:t>758</w:t>
    </w:r>
    <w:r w:rsidR="002B0BEB" w:rsidRPr="002B0BEB">
      <w:rPr>
        <w:rFonts w:ascii="Arial" w:hAnsi="Arial"/>
        <w:b/>
        <w:lang w:val="fr-FR"/>
      </w:rPr>
      <w:t>.SN.</w:t>
    </w:r>
    <w:r w:rsidR="00E80276">
      <w:rPr>
        <w:rFonts w:ascii="Arial" w:hAnsi="Arial"/>
        <w:b/>
        <w:lang w:val="fr-FR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BEBF" w14:textId="77777777" w:rsidR="00E80276" w:rsidRDefault="00E80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66244889">
    <w:abstractNumId w:val="16"/>
  </w:num>
  <w:num w:numId="2" w16cid:durableId="1289822198">
    <w:abstractNumId w:val="22"/>
  </w:num>
  <w:num w:numId="3" w16cid:durableId="1501847025">
    <w:abstractNumId w:val="4"/>
  </w:num>
  <w:num w:numId="4" w16cid:durableId="243532770">
    <w:abstractNumId w:val="3"/>
  </w:num>
  <w:num w:numId="5" w16cid:durableId="2052924055">
    <w:abstractNumId w:val="13"/>
  </w:num>
  <w:num w:numId="6" w16cid:durableId="1899514762">
    <w:abstractNumId w:val="15"/>
  </w:num>
  <w:num w:numId="7" w16cid:durableId="1630864439">
    <w:abstractNumId w:val="6"/>
  </w:num>
  <w:num w:numId="8" w16cid:durableId="757215549">
    <w:abstractNumId w:val="19"/>
  </w:num>
  <w:num w:numId="9" w16cid:durableId="697312890">
    <w:abstractNumId w:val="25"/>
  </w:num>
  <w:num w:numId="10" w16cid:durableId="963805095">
    <w:abstractNumId w:val="2"/>
  </w:num>
  <w:num w:numId="11" w16cid:durableId="1709376105">
    <w:abstractNumId w:val="12"/>
  </w:num>
  <w:num w:numId="12" w16cid:durableId="1548571171">
    <w:abstractNumId w:val="11"/>
  </w:num>
  <w:num w:numId="13" w16cid:durableId="1111902837">
    <w:abstractNumId w:val="24"/>
  </w:num>
  <w:num w:numId="14" w16cid:durableId="831917149">
    <w:abstractNumId w:val="7"/>
  </w:num>
  <w:num w:numId="15" w16cid:durableId="2045520141">
    <w:abstractNumId w:val="0"/>
  </w:num>
  <w:num w:numId="16" w16cid:durableId="1933733509">
    <w:abstractNumId w:val="10"/>
  </w:num>
  <w:num w:numId="17" w16cid:durableId="150296751">
    <w:abstractNumId w:val="5"/>
  </w:num>
  <w:num w:numId="18" w16cid:durableId="764809952">
    <w:abstractNumId w:val="20"/>
  </w:num>
  <w:num w:numId="19" w16cid:durableId="636958247">
    <w:abstractNumId w:val="21"/>
  </w:num>
  <w:num w:numId="20" w16cid:durableId="227806482">
    <w:abstractNumId w:val="18"/>
  </w:num>
  <w:num w:numId="21" w16cid:durableId="1357536637">
    <w:abstractNumId w:val="17"/>
  </w:num>
  <w:num w:numId="22" w16cid:durableId="1789473395">
    <w:abstractNumId w:val="14"/>
  </w:num>
  <w:num w:numId="23" w16cid:durableId="1573419377">
    <w:abstractNumId w:val="23"/>
  </w:num>
  <w:num w:numId="24" w16cid:durableId="1755474753">
    <w:abstractNumId w:val="8"/>
  </w:num>
  <w:num w:numId="25" w16cid:durableId="1028291293">
    <w:abstractNumId w:val="9"/>
  </w:num>
  <w:num w:numId="26" w16cid:durableId="1752433517">
    <w:abstractNumId w:val="1"/>
  </w:num>
  <w:num w:numId="27" w16cid:durableId="1178303451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204A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B3A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5B6DD-EB8B-4EFE-962B-25AC1EB471D3}"/>
</file>

<file path=customXml/itemProps2.xml><?xml version="1.0" encoding="utf-8"?>
<ds:datastoreItem xmlns:ds="http://schemas.openxmlformats.org/officeDocument/2006/customXml" ds:itemID="{4651BE74-E3C0-45AD-A6BD-CB2C3DE11361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3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2020-05-05T12:20:00Z</dcterms:created>
  <dcterms:modified xsi:type="dcterms:W3CDTF">2023-12-22T07:39:00Z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